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4"/>
        <w:gridCol w:w="159"/>
        <w:gridCol w:w="7766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997BD0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997BD0" w:rsidP="00D75B9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5B9B">
              <w:rPr>
                <w:rFonts w:ascii="Arial" w:hAnsi="Arial" w:cs="Arial"/>
                <w:sz w:val="18"/>
                <w:szCs w:val="18"/>
              </w:rPr>
              <w:t>83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997BD0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75B9B">
              <w:rPr>
                <w:rFonts w:ascii="Arial" w:hAnsi="Arial" w:cs="Arial"/>
                <w:noProof/>
                <w:sz w:val="18"/>
                <w:szCs w:val="18"/>
              </w:rPr>
              <w:t>Monday, 20 July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997BD0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D75B9B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Medial malleolar left leg. Please also arterial spot checks.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9562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2000250</wp:posOffset>
                      </wp:positionH>
                      <wp:positionV relativeFrom="paragraph">
                        <wp:posOffset>2863850</wp:posOffset>
                      </wp:positionV>
                      <wp:extent cx="421005" cy="131445"/>
                      <wp:effectExtent l="5715" t="8890" r="11430" b="12065"/>
                      <wp:wrapNone/>
                      <wp:docPr id="57" name="AutoShape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1005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non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8BAB79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61" o:spid="_x0000_s1026" type="#_x0000_t32" style="position:absolute;margin-left:157.5pt;margin-top:225.5pt;width:33.15pt;height:10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"/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1709420</wp:posOffset>
                      </wp:positionH>
                      <wp:positionV relativeFrom="paragraph">
                        <wp:posOffset>2778125</wp:posOffset>
                      </wp:positionV>
                      <wp:extent cx="306070" cy="152400"/>
                      <wp:effectExtent l="635" t="8890" r="7620" b="635"/>
                      <wp:wrapNone/>
                      <wp:docPr id="56" name="Text Box 5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095624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2" o:spid="_x0000_s1026" type="#_x0000_t202" style="position:absolute;margin-left:134.6pt;margin-top:218.75pt;width:24.1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095624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2030095</wp:posOffset>
                      </wp:positionH>
                      <wp:positionV relativeFrom="paragraph">
                        <wp:posOffset>2097405</wp:posOffset>
                      </wp:positionV>
                      <wp:extent cx="515620" cy="2113915"/>
                      <wp:effectExtent l="16510" t="13970" r="10795" b="15240"/>
                      <wp:wrapNone/>
                      <wp:docPr id="55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5620" cy="2113915"/>
                              </a:xfrm>
                              <a:custGeom>
                                <a:avLst/>
                                <a:gdLst>
                                  <a:gd name="T0" fmla="*/ 812 w 812"/>
                                  <a:gd name="T1" fmla="*/ 0 h 3329"/>
                                  <a:gd name="T2" fmla="*/ 513 w 812"/>
                                  <a:gd name="T3" fmla="*/ 814 h 3329"/>
                                  <a:gd name="T4" fmla="*/ 111 w 812"/>
                                  <a:gd name="T5" fmla="*/ 2272 h 3329"/>
                                  <a:gd name="T6" fmla="*/ 8 w 812"/>
                                  <a:gd name="T7" fmla="*/ 2721 h 3329"/>
                                  <a:gd name="T8" fmla="*/ 157 w 812"/>
                                  <a:gd name="T9" fmla="*/ 3039 h 3329"/>
                                  <a:gd name="T10" fmla="*/ 167 w 812"/>
                                  <a:gd name="T11" fmla="*/ 3329 h 332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12" h="3329">
                                    <a:moveTo>
                                      <a:pt x="812" y="0"/>
                                    </a:moveTo>
                                    <a:cubicBezTo>
                                      <a:pt x="721" y="217"/>
                                      <a:pt x="630" y="435"/>
                                      <a:pt x="513" y="814"/>
                                    </a:cubicBezTo>
                                    <a:cubicBezTo>
                                      <a:pt x="396" y="1193"/>
                                      <a:pt x="195" y="1954"/>
                                      <a:pt x="111" y="2272"/>
                                    </a:cubicBezTo>
                                    <a:cubicBezTo>
                                      <a:pt x="27" y="2590"/>
                                      <a:pt x="0" y="2593"/>
                                      <a:pt x="8" y="2721"/>
                                    </a:cubicBezTo>
                                    <a:cubicBezTo>
                                      <a:pt x="16" y="2849"/>
                                      <a:pt x="131" y="2938"/>
                                      <a:pt x="157" y="3039"/>
                                    </a:cubicBezTo>
                                    <a:cubicBezTo>
                                      <a:pt x="183" y="3140"/>
                                      <a:pt x="175" y="3234"/>
                                      <a:pt x="167" y="332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7E8851" id="Freeform 559" o:spid="_x0000_s1026" style="position:absolute;margin-left:159.85pt;margin-top:165.15pt;width:40.6pt;height:16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2,33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" path="m812,c721,217,630,435,513,814,396,1193,195,1954,111,2272,27,2590,,2593,8,2721v8,128,123,217,149,318c183,3140,175,3234,167,3329e" filled="f" strokecolor="red" strokeweight="1.5pt">
                      <v:path arrowok="t" o:connecttype="custom" o:connectlocs="515620,0;325755,516890;70485,1442720;5080,1727835;99695,1929765;106045,2113915" o:connectangles="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4215130</wp:posOffset>
                      </wp:positionH>
                      <wp:positionV relativeFrom="paragraph">
                        <wp:posOffset>3702685</wp:posOffset>
                      </wp:positionV>
                      <wp:extent cx="306070" cy="152400"/>
                      <wp:effectExtent l="1270" t="0" r="6985" b="0"/>
                      <wp:wrapNone/>
                      <wp:docPr id="54" name="Text Box 5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095624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4" o:spid="_x0000_s1027" type="#_x0000_t202" style="position:absolute;margin-left:331.9pt;margin-top:291.55pt;width:24.1pt;height:1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095624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4580255</wp:posOffset>
                      </wp:positionH>
                      <wp:positionV relativeFrom="paragraph">
                        <wp:posOffset>3534410</wp:posOffset>
                      </wp:positionV>
                      <wp:extent cx="38100" cy="730885"/>
                      <wp:effectExtent l="13970" t="12700" r="14605" b="18415"/>
                      <wp:wrapNone/>
                      <wp:docPr id="53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00" cy="730885"/>
                              </a:xfrm>
                              <a:custGeom>
                                <a:avLst/>
                                <a:gdLst>
                                  <a:gd name="T0" fmla="*/ 41 w 60"/>
                                  <a:gd name="T1" fmla="*/ 0 h 1151"/>
                                  <a:gd name="T2" fmla="*/ 3 w 60"/>
                                  <a:gd name="T3" fmla="*/ 524 h 1151"/>
                                  <a:gd name="T4" fmla="*/ 60 w 60"/>
                                  <a:gd name="T5" fmla="*/ 1151 h 115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</a:cxnLst>
                                <a:rect l="0" t="0" r="r" b="b"/>
                                <a:pathLst>
                                  <a:path w="60" h="1151">
                                    <a:moveTo>
                                      <a:pt x="41" y="0"/>
                                    </a:moveTo>
                                    <a:cubicBezTo>
                                      <a:pt x="20" y="166"/>
                                      <a:pt x="0" y="332"/>
                                      <a:pt x="3" y="524"/>
                                    </a:cubicBezTo>
                                    <a:cubicBezTo>
                                      <a:pt x="6" y="716"/>
                                      <a:pt x="33" y="933"/>
                                      <a:pt x="60" y="115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E26000" id="Freeform 558" o:spid="_x0000_s1026" style="position:absolute;margin-left:360.65pt;margin-top:278.3pt;width:3pt;height:57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,1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" path="m41,c20,166,,332,3,524v3,192,30,409,57,627e" filled="f" strokecolor="red" strokeweight="1.5pt">
                      <v:path arrowok="t" o:connecttype="custom" o:connectlocs="26035,0;1905,332740;38100,730885" o:connectangles="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4592320</wp:posOffset>
                      </wp:positionH>
                      <wp:positionV relativeFrom="paragraph">
                        <wp:posOffset>1996440</wp:posOffset>
                      </wp:positionV>
                      <wp:extent cx="117475" cy="1579245"/>
                      <wp:effectExtent l="16510" t="17780" r="18415" b="12700"/>
                      <wp:wrapNone/>
                      <wp:docPr id="52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7475" cy="1579245"/>
                              </a:xfrm>
                              <a:custGeom>
                                <a:avLst/>
                                <a:gdLst>
                                  <a:gd name="T0" fmla="*/ 50 w 185"/>
                                  <a:gd name="T1" fmla="*/ 0 h 2487"/>
                                  <a:gd name="T2" fmla="*/ 162 w 185"/>
                                  <a:gd name="T3" fmla="*/ 206 h 2487"/>
                                  <a:gd name="T4" fmla="*/ 162 w 185"/>
                                  <a:gd name="T5" fmla="*/ 954 h 2487"/>
                                  <a:gd name="T6" fmla="*/ 22 w 185"/>
                                  <a:gd name="T7" fmla="*/ 2244 h 2487"/>
                                  <a:gd name="T8" fmla="*/ 31 w 185"/>
                                  <a:gd name="T9" fmla="*/ 2413 h 248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185" h="2487">
                                    <a:moveTo>
                                      <a:pt x="50" y="0"/>
                                    </a:moveTo>
                                    <a:cubicBezTo>
                                      <a:pt x="96" y="23"/>
                                      <a:pt x="143" y="47"/>
                                      <a:pt x="162" y="206"/>
                                    </a:cubicBezTo>
                                    <a:cubicBezTo>
                                      <a:pt x="181" y="365"/>
                                      <a:pt x="185" y="614"/>
                                      <a:pt x="162" y="954"/>
                                    </a:cubicBezTo>
                                    <a:cubicBezTo>
                                      <a:pt x="139" y="1294"/>
                                      <a:pt x="44" y="2001"/>
                                      <a:pt x="22" y="2244"/>
                                    </a:cubicBezTo>
                                    <a:cubicBezTo>
                                      <a:pt x="0" y="2487"/>
                                      <a:pt x="15" y="2450"/>
                                      <a:pt x="31" y="2413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C749FD" id="Freeform 557" o:spid="_x0000_s1026" style="position:absolute;margin-left:361.6pt;margin-top:157.2pt;width:9.25pt;height:124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,2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" path="m50,v46,23,93,47,112,206c181,365,185,614,162,954,139,1294,44,2001,22,2244v-22,243,-7,206,9,169e" filled="f" strokecolor="navy" strokeweight="1.5pt">
                      <v:path arrowok="t" o:connecttype="custom" o:connectlocs="31750,0;102870,130810;102870,605790;13970,1424940;19685,1532255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417195</wp:posOffset>
                      </wp:positionV>
                      <wp:extent cx="807085" cy="1650365"/>
                      <wp:effectExtent l="10795" t="10160" r="10795" b="15875"/>
                      <wp:wrapNone/>
                      <wp:docPr id="51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807085" cy="1650365"/>
                              </a:xfrm>
                              <a:custGeom>
                                <a:avLst/>
                                <a:gdLst>
                                  <a:gd name="T0" fmla="*/ 280 w 1271"/>
                                  <a:gd name="T1" fmla="*/ 0 h 2599"/>
                                  <a:gd name="T2" fmla="*/ 84 w 1271"/>
                                  <a:gd name="T3" fmla="*/ 337 h 2599"/>
                                  <a:gd name="T4" fmla="*/ 785 w 1271"/>
                                  <a:gd name="T5" fmla="*/ 1533 h 2599"/>
                                  <a:gd name="T6" fmla="*/ 1271 w 1271"/>
                                  <a:gd name="T7" fmla="*/ 2599 h 2599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1271" h="2599">
                                    <a:moveTo>
                                      <a:pt x="280" y="0"/>
                                    </a:moveTo>
                                    <a:cubicBezTo>
                                      <a:pt x="140" y="41"/>
                                      <a:pt x="0" y="82"/>
                                      <a:pt x="84" y="337"/>
                                    </a:cubicBezTo>
                                    <a:cubicBezTo>
                                      <a:pt x="168" y="592"/>
                                      <a:pt x="587" y="1156"/>
                                      <a:pt x="785" y="1533"/>
                                    </a:cubicBezTo>
                                    <a:cubicBezTo>
                                      <a:pt x="983" y="1910"/>
                                      <a:pt x="1127" y="2254"/>
                                      <a:pt x="1271" y="259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0E9533" id="Freeform 555" o:spid="_x0000_s1026" style="position:absolute;margin-left:136.9pt;margin-top:32.85pt;width:63.55pt;height:12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71,25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" path="m280,c140,41,,82,84,337v84,255,503,819,701,1196c983,1910,1127,2254,1271,2599e" filled="f" strokecolor="navy" strokeweight="1.5pt">
                      <v:path arrowok="t" o:connecttype="custom" o:connectlocs="177800,0;53340,213995;498475,973455;807085,1650365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2018030</wp:posOffset>
                      </wp:positionH>
                      <wp:positionV relativeFrom="paragraph">
                        <wp:posOffset>2056130</wp:posOffset>
                      </wp:positionV>
                      <wp:extent cx="553720" cy="2173605"/>
                      <wp:effectExtent l="13970" t="10795" r="13335" b="15875"/>
                      <wp:wrapNone/>
                      <wp:docPr id="50" name="Freeform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3720" cy="2173605"/>
                              </a:xfrm>
                              <a:custGeom>
                                <a:avLst/>
                                <a:gdLst>
                                  <a:gd name="T0" fmla="*/ 822 w 872"/>
                                  <a:gd name="T1" fmla="*/ 0 h 3423"/>
                                  <a:gd name="T2" fmla="*/ 859 w 872"/>
                                  <a:gd name="T3" fmla="*/ 234 h 3423"/>
                                  <a:gd name="T4" fmla="*/ 822 w 872"/>
                                  <a:gd name="T5" fmla="*/ 617 h 3423"/>
                                  <a:gd name="T6" fmla="*/ 560 w 872"/>
                                  <a:gd name="T7" fmla="*/ 1748 h 3423"/>
                                  <a:gd name="T8" fmla="*/ 73 w 872"/>
                                  <a:gd name="T9" fmla="*/ 3160 h 3423"/>
                                  <a:gd name="T10" fmla="*/ 120 w 872"/>
                                  <a:gd name="T11" fmla="*/ 3329 h 342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872" h="3423">
                                    <a:moveTo>
                                      <a:pt x="822" y="0"/>
                                    </a:moveTo>
                                    <a:cubicBezTo>
                                      <a:pt x="828" y="39"/>
                                      <a:pt x="859" y="131"/>
                                      <a:pt x="859" y="234"/>
                                    </a:cubicBezTo>
                                    <a:cubicBezTo>
                                      <a:pt x="859" y="337"/>
                                      <a:pt x="872" y="365"/>
                                      <a:pt x="822" y="617"/>
                                    </a:cubicBezTo>
                                    <a:cubicBezTo>
                                      <a:pt x="772" y="869"/>
                                      <a:pt x="685" y="1324"/>
                                      <a:pt x="560" y="1748"/>
                                    </a:cubicBezTo>
                                    <a:cubicBezTo>
                                      <a:pt x="435" y="2172"/>
                                      <a:pt x="146" y="2897"/>
                                      <a:pt x="73" y="3160"/>
                                    </a:cubicBezTo>
                                    <a:cubicBezTo>
                                      <a:pt x="0" y="3423"/>
                                      <a:pt x="110" y="3294"/>
                                      <a:pt x="120" y="3329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3C3354" id="Freeform 556" o:spid="_x0000_s1026" style="position:absolute;margin-left:158.9pt;margin-top:161.9pt;width:43.6pt;height:171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34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" path="m822,v6,39,37,131,37,234c859,337,872,365,822,617,772,869,685,1324,560,1748,435,2172,146,2897,73,3160v-73,263,37,134,47,169e" filled="f" strokecolor="red" strokeweight="1.5pt">
                      <v:path arrowok="t" o:connecttype="custom" o:connectlocs="521970,0;545465,148590;521970,391795;355600,1109980;46355,2006600;76200,2113915" o:connectangles="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51D99F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E29305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9562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6875FF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95624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DC6FD6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8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D19DD06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58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291248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33D0E48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95624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 and competent.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95624" w:rsidP="00095624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The LSV is incompetent across the knee and throughout the calf. The SSV becomes incompetent in the mid-distal calf.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95624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No incompetent perforators seen.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Default="00095624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Arterial spot check</w:t>
            </w:r>
            <w:r w:rsidR="00E00E93" w:rsidRPr="005A7201">
              <w:rPr>
                <w:rFonts w:ascii="Arial" w:hAnsi="Arial" w:cs="Arial"/>
                <w:color w:val="808080"/>
                <w:sz w:val="18"/>
                <w:szCs w:val="18"/>
              </w:rPr>
              <w:t>:</w:t>
            </w:r>
          </w:p>
          <w:p w:rsidR="00095624" w:rsidRDefault="00095624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095624" w:rsidRPr="005A7201" w:rsidRDefault="00095624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5624" w:rsidRDefault="00095624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proofErr w:type="spellStart"/>
            <w:r>
              <w:rPr>
                <w:rFonts w:ascii="Arial" w:hAnsi="Arial" w:cs="Arial"/>
                <w:sz w:val="18"/>
                <w:szCs w:val="20"/>
              </w:rPr>
              <w:t>Triphasic</w:t>
            </w:r>
            <w:proofErr w:type="spellEnd"/>
            <w:r>
              <w:rPr>
                <w:rFonts w:ascii="Arial" w:hAnsi="Arial" w:cs="Arial"/>
                <w:sz w:val="18"/>
                <w:szCs w:val="20"/>
              </w:rPr>
              <w:t xml:space="preserve"> waveforms throughout (CFA - Ankle) </w:t>
            </w:r>
          </w:p>
          <w:p w:rsidR="00095624" w:rsidRDefault="00095624" w:rsidP="005A7201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</w:p>
          <w:p w:rsidR="00E00E93" w:rsidRPr="005A7201" w:rsidRDefault="00095624" w:rsidP="00095624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Tachycardia noted when sampling the arterial waveforms throughout the scan.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095624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B9B" w:rsidRDefault="00D75B9B">
      <w:r>
        <w:separator/>
      </w:r>
    </w:p>
  </w:endnote>
  <w:endnote w:type="continuationSeparator" w:id="0">
    <w:p w:rsidR="00D75B9B" w:rsidRDefault="00D75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B9B" w:rsidRDefault="00D75B9B">
      <w:r>
        <w:separator/>
      </w:r>
    </w:p>
  </w:footnote>
  <w:footnote w:type="continuationSeparator" w:id="0">
    <w:p w:rsidR="00D75B9B" w:rsidRDefault="00D75B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095624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5B9B"/>
    <w:rsid w:val="00000AF9"/>
    <w:rsid w:val="00022CCA"/>
    <w:rsid w:val="00033741"/>
    <w:rsid w:val="000512C4"/>
    <w:rsid w:val="000537B7"/>
    <w:rsid w:val="00066D7F"/>
    <w:rsid w:val="00076699"/>
    <w:rsid w:val="00082FF5"/>
    <w:rsid w:val="00095624"/>
    <w:rsid w:val="000A3239"/>
    <w:rsid w:val="00116388"/>
    <w:rsid w:val="00117FF6"/>
    <w:rsid w:val="00130125"/>
    <w:rsid w:val="00130D4E"/>
    <w:rsid w:val="001310C1"/>
    <w:rsid w:val="0014568D"/>
    <w:rsid w:val="001553FF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97BD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75B9B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22829421"/>
  <w15:chartTrackingRefBased/>
  <w15:docId w15:val="{043E5C3F-D5C7-42FF-BFA2-23E6CA4AC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1</TotalTime>
  <Pages>1</Pages>
  <Words>102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dcterms:created xsi:type="dcterms:W3CDTF">2020-08-07T09:35:00Z</dcterms:created>
  <dcterms:modified xsi:type="dcterms:W3CDTF">2020-08-07T09:35:00Z</dcterms:modified>
  <cp:category>Patient Report</cp:category>
</cp:coreProperties>
</file>